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7E3" w:rsidRDefault="00CB27E3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</w:p>
    <w:p w:rsidR="00CB27E3" w:rsidRDefault="00CB27E3" w:rsidP="005C7AFF">
      <w:pPr>
        <w:jc w:val="right"/>
        <w:rPr>
          <w:rFonts w:ascii="Calibri" w:hAnsi="Calibri" w:cs="Calibri"/>
          <w:b/>
          <w:sz w:val="22"/>
          <w:szCs w:val="16"/>
        </w:rPr>
      </w:pPr>
    </w:p>
    <w:p w:rsidR="005C7AFF" w:rsidRPr="00966315" w:rsidRDefault="001A3DBF" w:rsidP="005C7AFF">
      <w:pPr>
        <w:jc w:val="right"/>
        <w:rPr>
          <w:rFonts w:ascii="Calibri" w:hAnsi="Calibri" w:cs="Calibri"/>
          <w:b/>
          <w:sz w:val="22"/>
          <w:szCs w:val="16"/>
        </w:rPr>
      </w:pPr>
      <w:r w:rsidRPr="00966315">
        <w:rPr>
          <w:rFonts w:ascii="Calibri" w:hAnsi="Calibri" w:cs="Calibri"/>
          <w:b/>
          <w:sz w:val="22"/>
          <w:szCs w:val="16"/>
        </w:rPr>
        <w:t xml:space="preserve">Anexa </w:t>
      </w:r>
      <w:r w:rsidR="00966315" w:rsidRPr="00966315">
        <w:rPr>
          <w:rFonts w:ascii="Calibri" w:hAnsi="Calibri" w:cs="Calibri"/>
          <w:b/>
          <w:sz w:val="22"/>
          <w:szCs w:val="16"/>
        </w:rPr>
        <w:t>1</w:t>
      </w:r>
      <w:r w:rsidR="00730E4E">
        <w:rPr>
          <w:rFonts w:ascii="Calibri" w:hAnsi="Calibri" w:cs="Calibri"/>
          <w:b/>
          <w:sz w:val="22"/>
          <w:szCs w:val="16"/>
        </w:rPr>
        <w:t>3</w:t>
      </w:r>
    </w:p>
    <w:p w:rsidR="001A3DBF" w:rsidRDefault="001A3DBF" w:rsidP="005C7AFF">
      <w:pPr>
        <w:jc w:val="right"/>
        <w:rPr>
          <w:rFonts w:ascii="Calibri" w:hAnsi="Calibri" w:cs="Calibri"/>
          <w:sz w:val="16"/>
          <w:szCs w:val="16"/>
        </w:rPr>
      </w:pPr>
    </w:p>
    <w:p w:rsidR="001A3DBF" w:rsidRPr="00211D38" w:rsidRDefault="001A3DBF" w:rsidP="001A3DBF">
      <w:pPr>
        <w:pStyle w:val="criterii"/>
        <w:numPr>
          <w:ilvl w:val="0"/>
          <w:numId w:val="0"/>
        </w:numPr>
        <w:spacing w:before="0" w:after="0"/>
        <w:jc w:val="right"/>
        <w:rPr>
          <w:rFonts w:ascii="Arial Narrow" w:hAnsi="Arial Narrow"/>
          <w:sz w:val="24"/>
        </w:rPr>
      </w:pPr>
    </w:p>
    <w:p w:rsidR="001A3DBF" w:rsidRPr="001E1343" w:rsidRDefault="001A3DBF" w:rsidP="001A3DBF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1E1343">
        <w:rPr>
          <w:rFonts w:ascii="Calibri" w:hAnsi="Calibri" w:cs="Calibri"/>
          <w:sz w:val="24"/>
        </w:rPr>
        <w:t>Tabel c</w:t>
      </w:r>
      <w:r w:rsidR="000634BB">
        <w:rPr>
          <w:rFonts w:ascii="Calibri" w:hAnsi="Calibri" w:cs="Calibri"/>
          <w:sz w:val="24"/>
        </w:rPr>
        <w:t>entralizator numere cadastrale și obiective de investiț</w:t>
      </w:r>
      <w:r w:rsidRPr="001E1343">
        <w:rPr>
          <w:rFonts w:ascii="Calibri" w:hAnsi="Calibri" w:cs="Calibri"/>
          <w:sz w:val="24"/>
        </w:rPr>
        <w:t>ie</w:t>
      </w:r>
    </w:p>
    <w:p w:rsidR="001A3DBF" w:rsidRPr="001E1343" w:rsidRDefault="001A3DBF" w:rsidP="001A3DBF">
      <w:pPr>
        <w:rPr>
          <w:rFonts w:ascii="Calibri" w:hAnsi="Calibri" w:cs="Calibri"/>
        </w:rPr>
      </w:pPr>
    </w:p>
    <w:p w:rsidR="001A3DBF" w:rsidRPr="001E1343" w:rsidRDefault="001A3DBF" w:rsidP="001A3DBF">
      <w:pPr>
        <w:rPr>
          <w:rFonts w:ascii="Calibri" w:hAnsi="Calibri" w:cs="Calibri"/>
        </w:rPr>
      </w:pPr>
    </w:p>
    <w:tbl>
      <w:tblPr>
        <w:tblW w:w="9762" w:type="dxa"/>
        <w:tblInd w:w="-1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1A3DBF" w:rsidRPr="001E1343" w:rsidTr="001E1343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Număr cadastral </w:t>
            </w:r>
          </w:p>
          <w:p w:rsidR="001A3DBF" w:rsidRPr="001E1343" w:rsidRDefault="001A3DBF" w:rsidP="001E1343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0634BB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Suprafaț</w:t>
            </w:r>
            <w:r w:rsidR="001A3DBF"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ă</w:t>
            </w:r>
          </w:p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(mp)</w:t>
            </w:r>
            <w:r w:rsidR="006617BD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 </w:t>
            </w:r>
            <w:r w:rsidR="006617BD" w:rsidRPr="006617BD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teren si /sau clădire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0634BB" w:rsidP="001E1343">
            <w:pPr>
              <w:spacing w:after="240"/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Obiectiv de investiț</w:t>
            </w:r>
            <w:r w:rsidR="001A3DBF"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ie aferent proiectului*</w:t>
            </w:r>
          </w:p>
          <w:p w:rsidR="001A3DBF" w:rsidRPr="001E1343" w:rsidRDefault="001A3DBF" w:rsidP="001E1343">
            <w:pPr>
              <w:spacing w:after="240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Istoric (dacă este cazul). </w:t>
            </w:r>
          </w:p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  <w:p w:rsidR="001A3DBF" w:rsidRPr="001E1343" w:rsidRDefault="000634BB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Se vor menț</w:t>
            </w:r>
            <w:r w:rsidR="001A3DBF"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ion</w:t>
            </w:r>
            <w:r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a actele privind dezmembrările ș</w:t>
            </w:r>
            <w:r w:rsidR="001A3DBF"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1A3DBF" w:rsidRPr="001E1343" w:rsidTr="001E1343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1A3DBF" w:rsidRPr="001E1343" w:rsidTr="001E1343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  <w:tr w:rsidR="001A3DBF" w:rsidRPr="001E1343" w:rsidTr="001E1343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</w:tbl>
    <w:p w:rsidR="001A3DBF" w:rsidRPr="001E1343" w:rsidRDefault="001A3DBF" w:rsidP="001A3DBF">
      <w:pPr>
        <w:rPr>
          <w:rFonts w:ascii="Calibri" w:hAnsi="Calibri" w:cs="Calibri"/>
        </w:rPr>
      </w:pPr>
    </w:p>
    <w:p w:rsidR="001A3DBF" w:rsidRPr="001E1343" w:rsidRDefault="001A3DBF" w:rsidP="006617BD">
      <w:pPr>
        <w:jc w:val="both"/>
        <w:rPr>
          <w:rFonts w:ascii="Calibri" w:hAnsi="Calibri" w:cs="Calibri"/>
        </w:rPr>
      </w:pPr>
      <w:r w:rsidRPr="001E1343">
        <w:rPr>
          <w:rFonts w:ascii="Calibri" w:eastAsia="Calibri" w:hAnsi="Calibri" w:cs="Calibri"/>
          <w:b/>
          <w:bCs/>
          <w:color w:val="000000"/>
          <w:lang w:eastAsia="ro-RO"/>
        </w:rPr>
        <w:t>*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eastAsia="ro-RO"/>
        </w:rPr>
        <w:t xml:space="preserve">În coloana 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val="en-US" w:eastAsia="ro-RO"/>
        </w:rPr>
        <w:t>“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eastAsia="ro-RO"/>
        </w:rPr>
        <w:t xml:space="preserve">Obiectiv de investiție aferent proiectului”, pentru toate imobilele care fac obiectul proiectului </w:t>
      </w:r>
      <w:r w:rsidR="000634BB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>(teren/clă</w:t>
      </w:r>
      <w:r w:rsidR="006617BD" w:rsidRPr="006617BD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 xml:space="preserve">dire) identificate prin extrasele de carte funciară, 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eastAsia="ro-RO"/>
        </w:rPr>
        <w:t>s</w:t>
      </w:r>
      <w:r w:rsidR="006617BD" w:rsidRPr="006617BD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>e vor menționa suprafețele afectate de lucrările de intervenții propuse pentru fiecare obiectiv de investiție propus</w:t>
      </w:r>
      <w:r w:rsidR="006617BD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>.</w:t>
      </w:r>
    </w:p>
    <w:p w:rsidR="001A3DBF" w:rsidRPr="001E1343" w:rsidRDefault="001A3DBF" w:rsidP="001A3DBF">
      <w:pPr>
        <w:jc w:val="both"/>
        <w:rPr>
          <w:rFonts w:ascii="Calibri" w:hAnsi="Calibri" w:cs="Calibri"/>
          <w:szCs w:val="16"/>
        </w:rPr>
      </w:pPr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09018B" w:rsidRDefault="0009018B" w:rsidP="00376CFE"/>
    <w:p w:rsidR="0009018B" w:rsidRDefault="0009018B" w:rsidP="00376CFE"/>
    <w:p w:rsidR="00E31672" w:rsidRDefault="00E31672" w:rsidP="00376CFE"/>
    <w:p w:rsidR="00E31672" w:rsidRDefault="00E31672" w:rsidP="00376CFE"/>
    <w:p w:rsidR="00E31672" w:rsidRDefault="00E31672" w:rsidP="00376CFE"/>
    <w:p w:rsidR="00E31672" w:rsidRDefault="00E31672" w:rsidP="00376CFE"/>
    <w:p w:rsidR="00E31672" w:rsidRDefault="00E31672" w:rsidP="00376CFE"/>
    <w:p w:rsidR="00E31672" w:rsidRDefault="00E31672" w:rsidP="00376CFE">
      <w:r>
        <w:t xml:space="preserve"> </w:t>
      </w:r>
    </w:p>
    <w:sectPr w:rsidR="00E31672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DA0" w:rsidRDefault="00407DA0">
      <w:r>
        <w:separator/>
      </w:r>
    </w:p>
  </w:endnote>
  <w:endnote w:type="continuationSeparator" w:id="0">
    <w:p w:rsidR="00407DA0" w:rsidRDefault="0040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A08" w:rsidRDefault="00464A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5F70A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5F70A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DA0" w:rsidRDefault="00407DA0">
      <w:r>
        <w:separator/>
      </w:r>
    </w:p>
  </w:footnote>
  <w:footnote w:type="continuationSeparator" w:id="0">
    <w:p w:rsidR="00407DA0" w:rsidRDefault="00407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A08" w:rsidRDefault="00464A0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08469" o:spid="_x0000_s6146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464A08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08470" o:spid="_x0000_s6147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5F70A8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1009E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1009E8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464A08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08468" o:spid="_x0000_s6145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5F70A8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70A8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70A8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634BB"/>
    <w:rsid w:val="00072DDE"/>
    <w:rsid w:val="00080850"/>
    <w:rsid w:val="0009018B"/>
    <w:rsid w:val="00094830"/>
    <w:rsid w:val="000C2AAE"/>
    <w:rsid w:val="001009E8"/>
    <w:rsid w:val="001175F2"/>
    <w:rsid w:val="001357F6"/>
    <w:rsid w:val="00144BFD"/>
    <w:rsid w:val="001A3DBF"/>
    <w:rsid w:val="001E1343"/>
    <w:rsid w:val="001E7D06"/>
    <w:rsid w:val="002B3BB9"/>
    <w:rsid w:val="002E07E9"/>
    <w:rsid w:val="002F1246"/>
    <w:rsid w:val="00351F71"/>
    <w:rsid w:val="00376CFE"/>
    <w:rsid w:val="003E2E03"/>
    <w:rsid w:val="00407DA0"/>
    <w:rsid w:val="00464A08"/>
    <w:rsid w:val="00474F02"/>
    <w:rsid w:val="004764BC"/>
    <w:rsid w:val="00523BEA"/>
    <w:rsid w:val="005A6B00"/>
    <w:rsid w:val="005C21C9"/>
    <w:rsid w:val="005C7AFF"/>
    <w:rsid w:val="005F70A8"/>
    <w:rsid w:val="00643AC4"/>
    <w:rsid w:val="006617BD"/>
    <w:rsid w:val="006B79B9"/>
    <w:rsid w:val="006F14B9"/>
    <w:rsid w:val="007209E0"/>
    <w:rsid w:val="00730E4E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66315"/>
    <w:rsid w:val="009F711B"/>
    <w:rsid w:val="00A06DE4"/>
    <w:rsid w:val="00AE4990"/>
    <w:rsid w:val="00B15233"/>
    <w:rsid w:val="00BD3175"/>
    <w:rsid w:val="00C05C7A"/>
    <w:rsid w:val="00C82AD1"/>
    <w:rsid w:val="00C916A3"/>
    <w:rsid w:val="00CB27E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37F9E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."/>
  <w:listSeparator w:val=","/>
  <w15:chartTrackingRefBased/>
  <w15:docId w15:val="{B5A9F653-F0AE-47DB-9543-68F87489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1A3DBF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9C76F-1F7D-4AD7-A42B-3DE2D452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1</Pages>
  <Words>78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644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2022-03-29T08:07:00Z</cp:lastPrinted>
  <dcterms:created xsi:type="dcterms:W3CDTF">2023-08-09T11:24:00Z</dcterms:created>
  <dcterms:modified xsi:type="dcterms:W3CDTF">2023-10-25T10:52:00Z</dcterms:modified>
</cp:coreProperties>
</file>